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A52034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906CE3">
        <w:rPr>
          <w:rFonts w:ascii="Corbel" w:hAnsi="Corbel"/>
          <w:sz w:val="20"/>
          <w:szCs w:val="20"/>
        </w:rPr>
        <w:t>7</w:t>
      </w:r>
      <w:r w:rsidR="00412E1D">
        <w:rPr>
          <w:rFonts w:ascii="Corbel" w:hAnsi="Corbel"/>
          <w:sz w:val="20"/>
          <w:szCs w:val="20"/>
        </w:rPr>
        <w:t>/2</w:t>
      </w:r>
      <w:r w:rsidR="00906CE3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5862026F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29E90DA6" w:rsidR="00412E1D" w:rsidRPr="009C54AE" w:rsidRDefault="008E1656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5599B780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906CE3"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  <w:r w:rsidR="00906CE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045D352C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6917F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BE5B08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19BB391" w:rsidR="00412E1D" w:rsidRPr="009C54AE" w:rsidRDefault="00906CE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49610778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6A1751FF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0108C268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26756" w14:textId="77777777" w:rsidR="00565F71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0BFB9FAE" w14:textId="6B1F7618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55123A" w14:textId="30431D3F" w:rsidR="00412E1D" w:rsidRPr="009C54AE" w:rsidRDefault="00565F7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z przedmiotów realizowanych na studiach prawniczych od I do II</w:t>
            </w:r>
            <w:r w:rsidR="00906C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roku studiów</w:t>
            </w:r>
            <w:r w:rsidR="00906C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87EB2C6" w14:textId="77777777" w:rsidR="00565F71" w:rsidRPr="009C54AE" w:rsidRDefault="00565F71" w:rsidP="00565F7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65F71" w:rsidRPr="009C54AE" w14:paraId="53C831D5" w14:textId="77777777" w:rsidTr="00FA244E">
        <w:tc>
          <w:tcPr>
            <w:tcW w:w="851" w:type="dxa"/>
            <w:vAlign w:val="center"/>
          </w:tcPr>
          <w:p w14:paraId="7F9CFB8A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6AE461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zapoznanie się z praktycznymi aspektami wykonywania zawodów wymagających znajomości prawa.</w:t>
            </w:r>
          </w:p>
        </w:tc>
      </w:tr>
      <w:tr w:rsidR="00565F71" w:rsidRPr="009C54AE" w14:paraId="52BC00CC" w14:textId="77777777" w:rsidTr="00FA244E">
        <w:tc>
          <w:tcPr>
            <w:tcW w:w="851" w:type="dxa"/>
            <w:vAlign w:val="center"/>
          </w:tcPr>
          <w:p w14:paraId="422C94FE" w14:textId="77777777" w:rsidR="00565F71" w:rsidRPr="009C54AE" w:rsidRDefault="00565F71" w:rsidP="00FA2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35C9B3B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5F71" w:rsidRPr="009C54AE" w14:paraId="6CD81E62" w14:textId="77777777" w:rsidTr="00FA244E">
        <w:tc>
          <w:tcPr>
            <w:tcW w:w="851" w:type="dxa"/>
            <w:vAlign w:val="center"/>
          </w:tcPr>
          <w:p w14:paraId="11776E33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DCB5712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A12956E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B724D" w14:textId="77777777" w:rsidR="00565F71" w:rsidRPr="009C54AE" w:rsidRDefault="00565F71" w:rsidP="00565F7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5CEFE7" w14:textId="77777777" w:rsidR="00565F71" w:rsidRPr="009C54AE" w:rsidRDefault="00565F71" w:rsidP="00565F7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3"/>
        <w:gridCol w:w="1868"/>
      </w:tblGrid>
      <w:tr w:rsidR="00565F71" w:rsidRPr="009C54AE" w14:paraId="1D5E6ED0" w14:textId="77777777" w:rsidTr="00FA244E">
        <w:tc>
          <w:tcPr>
            <w:tcW w:w="1701" w:type="dxa"/>
            <w:vAlign w:val="center"/>
          </w:tcPr>
          <w:p w14:paraId="6A6C5B8A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00A92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6720B3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5F71" w:rsidRPr="009C54AE" w14:paraId="209B7C19" w14:textId="77777777" w:rsidTr="00FA244E">
        <w:tc>
          <w:tcPr>
            <w:tcW w:w="1701" w:type="dxa"/>
          </w:tcPr>
          <w:p w14:paraId="4ACDD7BC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DA2DA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źródła prawa w których korzysta się w praktyce.</w:t>
            </w:r>
          </w:p>
        </w:tc>
        <w:tc>
          <w:tcPr>
            <w:tcW w:w="1873" w:type="dxa"/>
          </w:tcPr>
          <w:p w14:paraId="2E1617C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65F71" w:rsidRPr="009C54AE" w14:paraId="2EC50E76" w14:textId="77777777" w:rsidTr="00FA244E">
        <w:tc>
          <w:tcPr>
            <w:tcW w:w="1701" w:type="dxa"/>
          </w:tcPr>
          <w:p w14:paraId="07F48B2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8AEFE5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przebieg procesu stosowania prawa w konkretnych stanach faktycznych z uwzględnieniem zmian w prawie.</w:t>
            </w:r>
          </w:p>
        </w:tc>
        <w:tc>
          <w:tcPr>
            <w:tcW w:w="1873" w:type="dxa"/>
          </w:tcPr>
          <w:p w14:paraId="2C21FBC9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K_W04,K_W05</w:t>
            </w:r>
          </w:p>
        </w:tc>
      </w:tr>
      <w:tr w:rsidR="00565F71" w:rsidRPr="009C54AE" w14:paraId="64D62B37" w14:textId="77777777" w:rsidTr="00FA244E">
        <w:tc>
          <w:tcPr>
            <w:tcW w:w="1701" w:type="dxa"/>
          </w:tcPr>
          <w:p w14:paraId="58C8806F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F40BAD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struktury organów państwowych i ich rolę w urzeczywistnianiu zasad demokratycznego państwa.</w:t>
            </w:r>
          </w:p>
        </w:tc>
        <w:tc>
          <w:tcPr>
            <w:tcW w:w="1873" w:type="dxa"/>
          </w:tcPr>
          <w:p w14:paraId="1370AE2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K_W08</w:t>
            </w:r>
          </w:p>
        </w:tc>
      </w:tr>
      <w:tr w:rsidR="00565F71" w:rsidRPr="009C54AE" w14:paraId="6E222864" w14:textId="77777777" w:rsidTr="00FA244E">
        <w:tc>
          <w:tcPr>
            <w:tcW w:w="1701" w:type="dxa"/>
          </w:tcPr>
          <w:p w14:paraId="0744D26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48385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 etyczne towarzyszące wykonywaniu zawodów prawniczych.</w:t>
            </w:r>
          </w:p>
        </w:tc>
        <w:tc>
          <w:tcPr>
            <w:tcW w:w="1873" w:type="dxa"/>
          </w:tcPr>
          <w:p w14:paraId="4BA7598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65F71" w:rsidRPr="009C54AE" w14:paraId="1F2765B5" w14:textId="77777777" w:rsidTr="00FA244E">
        <w:tc>
          <w:tcPr>
            <w:tcW w:w="1701" w:type="dxa"/>
          </w:tcPr>
          <w:p w14:paraId="2F7485C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3E04E2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dokonuje wykładni prawa.</w:t>
            </w:r>
          </w:p>
        </w:tc>
        <w:tc>
          <w:tcPr>
            <w:tcW w:w="1873" w:type="dxa"/>
          </w:tcPr>
          <w:p w14:paraId="7A4E0BC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65F71" w:rsidRPr="009C54AE" w14:paraId="3EBBD075" w14:textId="77777777" w:rsidTr="00FA244E">
        <w:tc>
          <w:tcPr>
            <w:tcW w:w="1701" w:type="dxa"/>
          </w:tcPr>
          <w:p w14:paraId="45758714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8CBD83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subsumcji stanu faktycznego pod określoną normę prawną.</w:t>
            </w:r>
          </w:p>
        </w:tc>
        <w:tc>
          <w:tcPr>
            <w:tcW w:w="1873" w:type="dxa"/>
          </w:tcPr>
          <w:p w14:paraId="4F31A60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K_K10</w:t>
            </w:r>
          </w:p>
        </w:tc>
      </w:tr>
      <w:tr w:rsidR="00565F71" w:rsidRPr="009C54AE" w14:paraId="0535E654" w14:textId="77777777" w:rsidTr="00FA244E">
        <w:tc>
          <w:tcPr>
            <w:tcW w:w="1701" w:type="dxa"/>
          </w:tcPr>
          <w:p w14:paraId="4638F7E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28AA21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 projekty pism i decyzji procesowych</w:t>
            </w:r>
          </w:p>
        </w:tc>
        <w:tc>
          <w:tcPr>
            <w:tcW w:w="1873" w:type="dxa"/>
          </w:tcPr>
          <w:p w14:paraId="6B7867E0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K_U9</w:t>
            </w:r>
          </w:p>
        </w:tc>
      </w:tr>
      <w:tr w:rsidR="00565F71" w:rsidRPr="009C54AE" w14:paraId="2C8B9315" w14:textId="77777777" w:rsidTr="00FA244E">
        <w:tc>
          <w:tcPr>
            <w:tcW w:w="1701" w:type="dxa"/>
          </w:tcPr>
          <w:p w14:paraId="7FD1D1F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F72074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ustalić kolejność realizacji zadań ze względu na ich ważność i pilność wykonania.</w:t>
            </w:r>
          </w:p>
        </w:tc>
        <w:tc>
          <w:tcPr>
            <w:tcW w:w="1873" w:type="dxa"/>
          </w:tcPr>
          <w:p w14:paraId="448E923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65F71" w:rsidRPr="009C54AE" w14:paraId="60B4CEB4" w14:textId="77777777" w:rsidTr="00FA244E">
        <w:tc>
          <w:tcPr>
            <w:tcW w:w="1701" w:type="dxa"/>
          </w:tcPr>
          <w:p w14:paraId="01965D5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872B0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współpracy w zespole.</w:t>
            </w:r>
          </w:p>
        </w:tc>
        <w:tc>
          <w:tcPr>
            <w:tcW w:w="1873" w:type="dxa"/>
          </w:tcPr>
          <w:p w14:paraId="5C8B226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5F71" w:rsidRPr="009C54AE" w14:paraId="5A0051A0" w14:textId="77777777" w:rsidTr="00FA244E">
        <w:tc>
          <w:tcPr>
            <w:tcW w:w="1701" w:type="dxa"/>
          </w:tcPr>
          <w:p w14:paraId="136AC0D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174855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praktyce.</w:t>
            </w:r>
          </w:p>
        </w:tc>
        <w:tc>
          <w:tcPr>
            <w:tcW w:w="1873" w:type="dxa"/>
          </w:tcPr>
          <w:p w14:paraId="6E2D46C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5F71" w:rsidRPr="009C54AE" w14:paraId="47E79A74" w14:textId="77777777" w:rsidTr="00FA244E">
        <w:tc>
          <w:tcPr>
            <w:tcW w:w="1701" w:type="dxa"/>
          </w:tcPr>
          <w:p w14:paraId="594841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40DD41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zdobywa nowe doświadczenia związane z wykonywaniem danego zawodu.</w:t>
            </w:r>
          </w:p>
        </w:tc>
        <w:tc>
          <w:tcPr>
            <w:tcW w:w="1873" w:type="dxa"/>
          </w:tcPr>
          <w:p w14:paraId="618F0C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B1D230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F71" w:rsidRPr="009C54AE" w14:paraId="192C4636" w14:textId="77777777" w:rsidTr="00FA244E">
        <w:tc>
          <w:tcPr>
            <w:tcW w:w="9639" w:type="dxa"/>
          </w:tcPr>
          <w:p w14:paraId="76759D9B" w14:textId="77777777" w:rsidR="00565F71" w:rsidRPr="009C54AE" w:rsidRDefault="00565F71" w:rsidP="00FA2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F71" w:rsidRPr="009C54AE" w14:paraId="371409AA" w14:textId="77777777" w:rsidTr="00FA244E">
        <w:tc>
          <w:tcPr>
            <w:tcW w:w="9639" w:type="dxa"/>
          </w:tcPr>
          <w:p w14:paraId="528E45AE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686BBB22" w14:textId="77777777" w:rsidTr="00FA244E">
        <w:tc>
          <w:tcPr>
            <w:tcW w:w="9639" w:type="dxa"/>
          </w:tcPr>
          <w:p w14:paraId="16C3965A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26605882" w14:textId="77777777" w:rsidTr="00FA244E">
        <w:tc>
          <w:tcPr>
            <w:tcW w:w="9639" w:type="dxa"/>
          </w:tcPr>
          <w:p w14:paraId="07F6E949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A30FA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5F71" w:rsidRPr="009C54AE" w14:paraId="381AD3FB" w14:textId="77777777" w:rsidTr="00FA244E">
        <w:tc>
          <w:tcPr>
            <w:tcW w:w="1962" w:type="dxa"/>
            <w:vAlign w:val="center"/>
          </w:tcPr>
          <w:p w14:paraId="249D0E4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392184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C7A47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E1997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888F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F71" w:rsidRPr="009C54AE" w14:paraId="525D555E" w14:textId="77777777" w:rsidTr="00FA244E">
        <w:tc>
          <w:tcPr>
            <w:tcW w:w="1962" w:type="dxa"/>
          </w:tcPr>
          <w:p w14:paraId="784307C4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E8DE443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47AB421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19EC22B8" w14:textId="77777777" w:rsidTr="00FA244E">
        <w:tc>
          <w:tcPr>
            <w:tcW w:w="1962" w:type="dxa"/>
          </w:tcPr>
          <w:p w14:paraId="61A0C8E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47D9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Analiza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 xml:space="preserve"> regulacji prawnych (interpretację przepisów) i stosowanie ich w konkretnych stanach faktycznych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F71C05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5C2348D5" w14:textId="77777777" w:rsidTr="00FA244E">
        <w:tc>
          <w:tcPr>
            <w:tcW w:w="1962" w:type="dxa"/>
          </w:tcPr>
          <w:p w14:paraId="12FCBC4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CF6B3A" w14:textId="77777777" w:rsidR="00565F71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2451407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6F99674" w14:textId="77777777" w:rsidTr="00FA244E">
        <w:tc>
          <w:tcPr>
            <w:tcW w:w="1962" w:type="dxa"/>
          </w:tcPr>
          <w:p w14:paraId="50ADFC47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B41506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409749DE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CFCA202" w14:textId="77777777" w:rsidTr="00FA244E">
        <w:tc>
          <w:tcPr>
            <w:tcW w:w="1962" w:type="dxa"/>
          </w:tcPr>
          <w:p w14:paraId="300D9A9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4F03A0C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EEF91C2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27B7B0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7888109" w14:textId="77777777" w:rsidTr="00FA244E">
        <w:tc>
          <w:tcPr>
            <w:tcW w:w="1962" w:type="dxa"/>
          </w:tcPr>
          <w:p w14:paraId="12DFF49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B6A10A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D4CDD3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68CF65F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14BABE5" w14:textId="77777777" w:rsidTr="00FA244E">
        <w:tc>
          <w:tcPr>
            <w:tcW w:w="1962" w:type="dxa"/>
          </w:tcPr>
          <w:p w14:paraId="4ACB263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E85CDD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pracowywanie  projekt</w:t>
            </w:r>
            <w:r>
              <w:rPr>
                <w:b w:val="0"/>
                <w:smallCaps w:val="0"/>
                <w:color w:val="000000"/>
                <w:sz w:val="22"/>
              </w:rPr>
              <w:t>ów decyzji i innych dokumentów.</w:t>
            </w:r>
          </w:p>
        </w:tc>
        <w:tc>
          <w:tcPr>
            <w:tcW w:w="2117" w:type="dxa"/>
          </w:tcPr>
          <w:p w14:paraId="1E36A45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30C9711" w14:textId="77777777" w:rsidTr="00FA244E">
        <w:tc>
          <w:tcPr>
            <w:tcW w:w="1962" w:type="dxa"/>
          </w:tcPr>
          <w:p w14:paraId="3F0E478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DC0AD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1198EEC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DEF6D9A" w14:textId="77777777" w:rsidTr="00FA244E">
        <w:tc>
          <w:tcPr>
            <w:tcW w:w="1962" w:type="dxa"/>
          </w:tcPr>
          <w:p w14:paraId="050C340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4035BE80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D9FDE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869E309" w14:textId="77777777" w:rsidTr="00FA244E">
        <w:tc>
          <w:tcPr>
            <w:tcW w:w="1962" w:type="dxa"/>
          </w:tcPr>
          <w:p w14:paraId="354C742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10FDEE5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E6C6E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69CE4D3" w14:textId="77777777" w:rsidTr="00FA244E">
        <w:tc>
          <w:tcPr>
            <w:tcW w:w="1962" w:type="dxa"/>
          </w:tcPr>
          <w:p w14:paraId="1137BCE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2257458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9135B2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</w:tbl>
    <w:p w14:paraId="0C033D96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0705543D" w:rsidR="00412E1D" w:rsidRPr="009C54AE" w:rsidRDefault="00565F7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oceny: realizacja programu praktyki poprzez obserwację i poznanie zadań jednostki, będącej miejscem praktyki, opracowywanie projektów decyzji i innych dokumentów, analiza regulacji prawnych ( interpretacja przepisów ) i stosowanie ich w konkretnych stanach faktycznych</w:t>
            </w:r>
            <w:r w:rsidR="00412E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6AB9821A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092AF444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071364F2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2BE94B9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3C048E4D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8B5D3" w14:textId="69887346" w:rsidR="00412E1D" w:rsidRPr="001B59B6" w:rsidRDefault="00565F71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7F3B15" w14:textId="77777777" w:rsidR="00565F71" w:rsidRPr="001B59B6" w:rsidRDefault="00565F71" w:rsidP="00565F7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32B79104" w14:textId="77777777" w:rsidR="00412E1D" w:rsidRPr="009C54AE" w:rsidRDefault="00412E1D" w:rsidP="00565F71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C14E" w14:textId="77777777" w:rsidR="00C27813" w:rsidRDefault="00C27813" w:rsidP="00C16ABF">
      <w:pPr>
        <w:spacing w:after="0" w:line="240" w:lineRule="auto"/>
      </w:pPr>
      <w:r>
        <w:separator/>
      </w:r>
    </w:p>
  </w:endnote>
  <w:endnote w:type="continuationSeparator" w:id="0">
    <w:p w14:paraId="4AA5ED33" w14:textId="77777777" w:rsidR="00C27813" w:rsidRDefault="00C278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29FA" w14:textId="77777777" w:rsidR="00C27813" w:rsidRDefault="00C27813" w:rsidP="00C16ABF">
      <w:pPr>
        <w:spacing w:after="0" w:line="240" w:lineRule="auto"/>
      </w:pPr>
      <w:r>
        <w:separator/>
      </w:r>
    </w:p>
  </w:footnote>
  <w:footnote w:type="continuationSeparator" w:id="0">
    <w:p w14:paraId="23CD6F61" w14:textId="77777777" w:rsidR="00C27813" w:rsidRDefault="00C27813" w:rsidP="00C16ABF">
      <w:pPr>
        <w:spacing w:after="0" w:line="240" w:lineRule="auto"/>
      </w:pPr>
      <w:r>
        <w:continuationSeparator/>
      </w:r>
    </w:p>
  </w:footnote>
  <w:footnote w:id="1">
    <w:p w14:paraId="47D61ABD" w14:textId="77777777" w:rsidR="00565F71" w:rsidRDefault="00565F71" w:rsidP="00565F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8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9B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5F7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AC"/>
    <w:rsid w:val="00745302"/>
    <w:rsid w:val="007461D6"/>
    <w:rsid w:val="00746EC8"/>
    <w:rsid w:val="00763BF1"/>
    <w:rsid w:val="00766FD4"/>
    <w:rsid w:val="007726C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56"/>
    <w:rsid w:val="008E64F4"/>
    <w:rsid w:val="008F12C9"/>
    <w:rsid w:val="008F6E29"/>
    <w:rsid w:val="00906CE3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F36"/>
    <w:rsid w:val="009F3C5C"/>
    <w:rsid w:val="009F4610"/>
    <w:rsid w:val="00A00ECC"/>
    <w:rsid w:val="00A155EE"/>
    <w:rsid w:val="00A2245B"/>
    <w:rsid w:val="00A30110"/>
    <w:rsid w:val="00A33F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24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381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81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2023-10-18T10:30:00Z</dcterms:created>
  <dcterms:modified xsi:type="dcterms:W3CDTF">2023-12-01T07:32:00Z</dcterms:modified>
</cp:coreProperties>
</file>